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144" w:rsidRPr="00753144" w:rsidRDefault="00753144" w:rsidP="007531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753144">
        <w:rPr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ČESTNÉ PROHLÁŠENÍ O SPLNĚNÍ </w:t>
      </w:r>
    </w:p>
    <w:p w:rsidR="00753144" w:rsidRDefault="00753144" w:rsidP="00753144">
      <w:pPr>
        <w:pStyle w:val="Nadpis7"/>
      </w:pPr>
      <w:r>
        <w:t xml:space="preserve">ZÁKLADNÍCH KVALIFIKAČNÍCH PŘEDPOKLADŮ </w:t>
      </w:r>
    </w:p>
    <w:p w:rsidR="00753144" w:rsidRPr="00B80B24" w:rsidRDefault="00753144" w:rsidP="00753144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753144" w:rsidRPr="00B80B24" w:rsidRDefault="00753144" w:rsidP="00753144">
      <w:pPr>
        <w:spacing w:after="120"/>
        <w:rPr>
          <w:b/>
          <w:bCs/>
          <w:sz w:val="22"/>
          <w:szCs w:val="22"/>
        </w:rPr>
      </w:pPr>
      <w:r w:rsidRPr="00B80B24">
        <w:rPr>
          <w:b/>
          <w:bCs/>
          <w:sz w:val="22"/>
          <w:szCs w:val="22"/>
        </w:rPr>
        <w:t>Prohlašuji tímto, že</w:t>
      </w:r>
      <w:r>
        <w:rPr>
          <w:b/>
          <w:bCs/>
          <w:sz w:val="22"/>
          <w:szCs w:val="22"/>
        </w:rPr>
        <w:t xml:space="preserve"> uchazeč (příp. jeho statutární orgán, je-li uchazeč právnickou osobou) </w:t>
      </w:r>
      <w:r w:rsidRPr="00B80B24">
        <w:rPr>
          <w:b/>
          <w:bCs/>
          <w:sz w:val="22"/>
          <w:szCs w:val="22"/>
        </w:rPr>
        <w:t>:</w:t>
      </w:r>
    </w:p>
    <w:p w:rsidR="00753144" w:rsidRPr="00B80B24" w:rsidRDefault="00753144" w:rsidP="00753144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nebyl pravomocně odsouzen pro trestný čin spáchaný ve prospěch organizované zločinecké skupiny, trestný čin účasti organizované zločinecké skupině, legalizace výnosů z trestné činnosti, podílnictví, přijímání úplatku, podplácení, nepřímého úplatkářství, podvodu, úvěrového podvodu, včetně případů, kdy jde o přípravu nebo pokus nebo účastenství na takovém trestném činu, nebo došlo k zahlazení odsouzení za spáchání takového trestného činu; </w:t>
      </w:r>
    </w:p>
    <w:p w:rsidR="00753144" w:rsidRPr="00B80B24" w:rsidRDefault="00753144" w:rsidP="00753144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nebyl pravomocně odsouzen pro trestný čin, jehož skutková podstata souvisí s předmětem podnikání dodavatele podle zvláštních právních předpisů nebo došlo k zahlazení odsouzení za spáchání takového trestného činu; </w:t>
      </w:r>
    </w:p>
    <w:p w:rsidR="00753144" w:rsidRPr="00B80B24" w:rsidRDefault="00753144" w:rsidP="00753144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posledních 3 letech </w:t>
      </w:r>
      <w:r w:rsidRPr="00B80B24">
        <w:rPr>
          <w:sz w:val="22"/>
          <w:szCs w:val="22"/>
        </w:rPr>
        <w:t>nenaplnil skutkovou podstatu jednání nekalé soutěže formou podplácení;</w:t>
      </w:r>
    </w:p>
    <w:p w:rsidR="00753144" w:rsidRPr="00B80B24" w:rsidRDefault="00753144" w:rsidP="00753144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není subjektem, v</w:t>
      </w:r>
      <w:r w:rsidRPr="00B80B24">
        <w:rPr>
          <w:sz w:val="22"/>
          <w:szCs w:val="22"/>
        </w:rPr>
        <w:t xml:space="preserve">ůči </w:t>
      </w:r>
      <w:r>
        <w:rPr>
          <w:sz w:val="22"/>
          <w:szCs w:val="22"/>
        </w:rPr>
        <w:t xml:space="preserve">jehož </w:t>
      </w:r>
      <w:r w:rsidRPr="00B80B24">
        <w:rPr>
          <w:sz w:val="22"/>
          <w:szCs w:val="22"/>
        </w:rPr>
        <w:t>majetku probíhá</w:t>
      </w:r>
      <w:r>
        <w:rPr>
          <w:sz w:val="22"/>
          <w:szCs w:val="22"/>
        </w:rPr>
        <w:t xml:space="preserve"> nebo v posledních 3 letech proběhlo</w:t>
      </w:r>
      <w:r w:rsidRPr="00B80B24">
        <w:rPr>
          <w:sz w:val="22"/>
          <w:szCs w:val="22"/>
        </w:rPr>
        <w:t xml:space="preserve"> insolvenční řízení, v němž bylo vydáno rozhodnutí o úpadku nebo insolvenční návrh byl zamítnut proto, že majetek nepostačuje k úhradě nákla</w:t>
      </w:r>
      <w:r>
        <w:rPr>
          <w:sz w:val="22"/>
          <w:szCs w:val="22"/>
        </w:rPr>
        <w:t xml:space="preserve">dů insolvenčního řízení, nebo </w:t>
      </w:r>
      <w:r w:rsidRPr="00B80B24">
        <w:rPr>
          <w:sz w:val="22"/>
          <w:szCs w:val="22"/>
        </w:rPr>
        <w:t>byl konkurs zrušen proto, že majetek byl zcela nepostačující nebo zavedena nucená správa podle zvláštních právních předpisů;</w:t>
      </w:r>
    </w:p>
    <w:p w:rsidR="00753144" w:rsidRPr="00B80B24" w:rsidRDefault="00753144" w:rsidP="00753144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není v likvidaci;</w:t>
      </w:r>
    </w:p>
    <w:p w:rsidR="00753144" w:rsidRPr="00B80B24" w:rsidRDefault="00753144" w:rsidP="00753144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nemá v evidenci </w:t>
      </w:r>
      <w:r w:rsidRPr="005D4F56">
        <w:rPr>
          <w:sz w:val="22"/>
          <w:szCs w:val="22"/>
        </w:rPr>
        <w:t>daní a rovněž</w:t>
      </w:r>
      <w:r w:rsidRPr="00B80B24">
        <w:rPr>
          <w:sz w:val="22"/>
          <w:szCs w:val="22"/>
        </w:rPr>
        <w:t xml:space="preserve"> ve vztahu ke spotřební dani, zachyceny daňové nedoplatky, a to jak v České republice, tak v zemi sídla, místa podnikání či bydliště dodavatele;</w:t>
      </w:r>
    </w:p>
    <w:p w:rsidR="00753144" w:rsidRPr="00B80B24" w:rsidRDefault="00753144" w:rsidP="00753144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nemá nedoplatek na pojistném a na penále na veřejné zdravotní pojištění a to jak v České republice, tak v zemi sídla, místa podnikání či bydliště dodavatele;</w:t>
      </w:r>
    </w:p>
    <w:p w:rsidR="00753144" w:rsidRPr="00B80B24" w:rsidRDefault="00753144" w:rsidP="00753144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nemá nedoplatek na pojistném a na penále na sociální zabezpečení a příspěvku na státní politiku zaměstnanosti, a to jak v České republice, tak v zemi sídla, místa podnikání či bydliště dodavatele;</w:t>
      </w:r>
    </w:p>
    <w:p w:rsidR="00753144" w:rsidRPr="00B80B24" w:rsidRDefault="00753144" w:rsidP="00753144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 w:rsidRPr="00B80B24">
        <w:rPr>
          <w:bCs/>
          <w:sz w:val="22"/>
          <w:szCs w:val="22"/>
        </w:rPr>
        <w:t>nebyl v posledních 3 letech pravomocně disciplinárně potrestán či mu nebylo pravomocně uloženo kárné opatření podle zvláštních právních předpisů;</w:t>
      </w:r>
    </w:p>
    <w:p w:rsidR="00753144" w:rsidRPr="00B80B24" w:rsidRDefault="00753144" w:rsidP="00753144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 w:rsidRPr="00B80B24">
        <w:rPr>
          <w:bCs/>
          <w:sz w:val="22"/>
          <w:szCs w:val="22"/>
        </w:rPr>
        <w:t>není veden v rejstříku osob se zákazem plnění veřejných zakázek.</w:t>
      </w:r>
    </w:p>
    <w:p w:rsidR="00753144" w:rsidRPr="00B80B24" w:rsidRDefault="00753144" w:rsidP="00753144">
      <w:pPr>
        <w:spacing w:after="120"/>
        <w:rPr>
          <w:sz w:val="22"/>
          <w:szCs w:val="22"/>
        </w:rPr>
      </w:pPr>
    </w:p>
    <w:p w:rsidR="00753144" w:rsidRPr="00B80B24" w:rsidRDefault="00753144" w:rsidP="00753144">
      <w:pPr>
        <w:spacing w:after="120"/>
        <w:rPr>
          <w:sz w:val="22"/>
          <w:szCs w:val="22"/>
        </w:rPr>
      </w:pPr>
      <w:r w:rsidRPr="00B80B24">
        <w:rPr>
          <w:sz w:val="22"/>
          <w:szCs w:val="22"/>
        </w:rPr>
        <w:t xml:space="preserve">Toto prohlášení podepisuji jako </w:t>
      </w:r>
      <w:r w:rsidRPr="00B80B24">
        <w:rPr>
          <w:sz w:val="22"/>
          <w:szCs w:val="22"/>
        </w:rPr>
        <w:tab/>
      </w:r>
      <w:r w:rsidRPr="00B80B24">
        <w:rPr>
          <w:sz w:val="22"/>
          <w:szCs w:val="22"/>
        </w:rPr>
        <w:tab/>
        <w:t xml:space="preserve">         </w:t>
      </w:r>
      <w:r w:rsidRPr="00B80B24">
        <w:rPr>
          <w:i/>
          <w:iCs/>
          <w:sz w:val="22"/>
          <w:szCs w:val="22"/>
        </w:rPr>
        <w:t>…………………………………………</w:t>
      </w:r>
      <w:r w:rsidRPr="00B80B24">
        <w:rPr>
          <w:sz w:val="22"/>
          <w:szCs w:val="22"/>
        </w:rPr>
        <w:t xml:space="preserve"> </w:t>
      </w:r>
    </w:p>
    <w:p w:rsidR="00753144" w:rsidRPr="00B80B24" w:rsidRDefault="00753144" w:rsidP="00753144">
      <w:pPr>
        <w:ind w:left="3538" w:firstLine="709"/>
        <w:rPr>
          <w:i/>
          <w:iCs/>
          <w:sz w:val="22"/>
          <w:szCs w:val="22"/>
          <w:highlight w:val="lightGray"/>
        </w:rPr>
      </w:pPr>
      <w:r w:rsidRPr="00B80B24">
        <w:rPr>
          <w:i/>
          <w:iCs/>
          <w:sz w:val="22"/>
          <w:szCs w:val="22"/>
          <w:highlight w:val="lightGray"/>
        </w:rPr>
        <w:t xml:space="preserve">(např. předseda představenstva a.s., jednatel      </w:t>
      </w:r>
    </w:p>
    <w:p w:rsidR="00753144" w:rsidRPr="00B80B24" w:rsidRDefault="00753144" w:rsidP="00753144">
      <w:pPr>
        <w:ind w:left="3538" w:firstLine="709"/>
        <w:rPr>
          <w:i/>
          <w:iCs/>
          <w:sz w:val="22"/>
          <w:szCs w:val="22"/>
          <w:highlight w:val="lightGray"/>
        </w:rPr>
      </w:pPr>
      <w:r w:rsidRPr="00B80B24">
        <w:rPr>
          <w:i/>
          <w:iCs/>
          <w:sz w:val="22"/>
          <w:szCs w:val="22"/>
          <w:highlight w:val="lightGray"/>
        </w:rPr>
        <w:t xml:space="preserve">    společnosti s ručením omezeným atd.,</w:t>
      </w:r>
      <w:r w:rsidRPr="00B80B24">
        <w:rPr>
          <w:i/>
          <w:iCs/>
          <w:sz w:val="22"/>
          <w:szCs w:val="22"/>
          <w:highlight w:val="lightGray"/>
        </w:rPr>
        <w:tab/>
      </w:r>
    </w:p>
    <w:p w:rsidR="00753144" w:rsidRPr="00B80B24" w:rsidRDefault="00753144" w:rsidP="00753144">
      <w:pPr>
        <w:ind w:left="4487"/>
        <w:rPr>
          <w:sz w:val="22"/>
          <w:szCs w:val="22"/>
        </w:rPr>
      </w:pPr>
      <w:r w:rsidRPr="00B80B24">
        <w:rPr>
          <w:i/>
          <w:iCs/>
          <w:sz w:val="22"/>
          <w:szCs w:val="22"/>
          <w:highlight w:val="lightGray"/>
        </w:rPr>
        <w:t>jedná se pouze o demonstrativní výčet – vymazat a doplnit správnou funkci)</w:t>
      </w:r>
    </w:p>
    <w:p w:rsidR="00753144" w:rsidRPr="00B80B24" w:rsidRDefault="00753144" w:rsidP="00753144">
      <w:pPr>
        <w:spacing w:after="120"/>
        <w:rPr>
          <w:sz w:val="22"/>
          <w:szCs w:val="22"/>
        </w:rPr>
      </w:pPr>
    </w:p>
    <w:p w:rsidR="00753144" w:rsidRPr="00B80B24" w:rsidRDefault="00753144" w:rsidP="00753144">
      <w:pPr>
        <w:spacing w:after="120"/>
        <w:rPr>
          <w:sz w:val="22"/>
          <w:szCs w:val="22"/>
        </w:rPr>
      </w:pPr>
      <w:r w:rsidRPr="00B80B24">
        <w:rPr>
          <w:sz w:val="22"/>
          <w:szCs w:val="22"/>
        </w:rPr>
        <w:t>V …………… dne …………</w:t>
      </w:r>
    </w:p>
    <w:p w:rsidR="00753144" w:rsidRPr="00B80B24" w:rsidRDefault="00753144" w:rsidP="00753144">
      <w:pPr>
        <w:spacing w:after="120"/>
        <w:rPr>
          <w:sz w:val="22"/>
          <w:szCs w:val="22"/>
        </w:rPr>
      </w:pPr>
    </w:p>
    <w:p w:rsidR="00753144" w:rsidRPr="00B80B24" w:rsidRDefault="00753144" w:rsidP="00753144">
      <w:pPr>
        <w:spacing w:after="120"/>
        <w:jc w:val="right"/>
        <w:rPr>
          <w:sz w:val="22"/>
          <w:szCs w:val="22"/>
        </w:rPr>
      </w:pPr>
      <w:r w:rsidRPr="00B80B24">
        <w:rPr>
          <w:i/>
          <w:iCs/>
          <w:sz w:val="22"/>
          <w:szCs w:val="22"/>
        </w:rPr>
        <w:t xml:space="preserve">            …………………………</w:t>
      </w:r>
    </w:p>
    <w:p w:rsidR="00753144" w:rsidRPr="00B80B24" w:rsidRDefault="00753144" w:rsidP="00753144">
      <w:pPr>
        <w:spacing w:after="120"/>
        <w:jc w:val="right"/>
        <w:rPr>
          <w:i/>
          <w:iCs/>
          <w:sz w:val="22"/>
          <w:szCs w:val="22"/>
        </w:rPr>
      </w:pPr>
      <w:r w:rsidRPr="00B80B24">
        <w:rPr>
          <w:sz w:val="22"/>
          <w:szCs w:val="22"/>
        </w:rPr>
        <w:tab/>
      </w:r>
      <w:r w:rsidRPr="00B80B24">
        <w:rPr>
          <w:i/>
          <w:iCs/>
          <w:sz w:val="22"/>
          <w:szCs w:val="22"/>
        </w:rPr>
        <w:t>podpis</w:t>
      </w:r>
    </w:p>
    <w:p w:rsidR="003C546F" w:rsidRDefault="00753144" w:rsidP="00753144">
      <w:r w:rsidRPr="00B80B24">
        <w:rPr>
          <w:sz w:val="22"/>
          <w:szCs w:val="22"/>
        </w:rPr>
        <w:tab/>
        <w:t>titul, jméno, příjmení</w:t>
      </w:r>
    </w:p>
    <w:sectPr w:rsidR="003C5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0B2CAB"/>
    <w:multiLevelType w:val="hybridMultilevel"/>
    <w:tmpl w:val="AB3CBCA0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44"/>
    <w:rsid w:val="003C546F"/>
    <w:rsid w:val="0075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3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75314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spacing w:after="120"/>
      <w:jc w:val="center"/>
      <w:outlineLvl w:val="6"/>
    </w:pPr>
    <w:rPr>
      <w:bCs/>
      <w:shadow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rsid w:val="00753144"/>
    <w:rPr>
      <w:rFonts w:ascii="Times New Roman" w:eastAsia="Times New Roman" w:hAnsi="Times New Roman" w:cs="Times New Roman"/>
      <w:bCs/>
      <w:shadow/>
      <w:sz w:val="28"/>
      <w:szCs w:val="28"/>
      <w:shd w:val="clear" w:color="auto" w:fill="00008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3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75314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spacing w:after="120"/>
      <w:jc w:val="center"/>
      <w:outlineLvl w:val="6"/>
    </w:pPr>
    <w:rPr>
      <w:bCs/>
      <w:shadow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rsid w:val="00753144"/>
    <w:rPr>
      <w:rFonts w:ascii="Times New Roman" w:eastAsia="Times New Roman" w:hAnsi="Times New Roman" w:cs="Times New Roman"/>
      <w:bCs/>
      <w:shadow/>
      <w:sz w:val="28"/>
      <w:szCs w:val="28"/>
      <w:shd w:val="clear" w:color="auto" w:fill="00008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8E753B53</Template>
  <TotalTime>1</TotalTime>
  <Pages>1</Pages>
  <Words>340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fodorovar</dc:creator>
  <cp:lastModifiedBy>fodorovar</cp:lastModifiedBy>
  <cp:revision>1</cp:revision>
  <dcterms:created xsi:type="dcterms:W3CDTF">2012-03-29T08:46:00Z</dcterms:created>
  <dcterms:modified xsi:type="dcterms:W3CDTF">2012-03-29T08:47:00Z</dcterms:modified>
</cp:coreProperties>
</file>